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BFCF" w14:textId="77777777" w:rsidR="0016540B" w:rsidRPr="004870DE" w:rsidRDefault="00C57EC0" w:rsidP="00C57EC0">
      <w:pPr>
        <w:jc w:val="right"/>
        <w:rPr>
          <w:rFonts w:ascii="Calibri" w:hAnsi="Calibri" w:cs="Calibri"/>
        </w:rPr>
      </w:pPr>
      <w:r w:rsidRPr="004870DE">
        <w:rPr>
          <w:rFonts w:ascii="Calibri" w:hAnsi="Calibri" w:cs="Calibri"/>
        </w:rPr>
        <w:t xml:space="preserve">Anexa </w:t>
      </w:r>
      <w:r w:rsidR="0085500B">
        <w:rPr>
          <w:rFonts w:ascii="Calibri" w:hAnsi="Calibri" w:cs="Calibri"/>
        </w:rPr>
        <w:t>7</w:t>
      </w:r>
    </w:p>
    <w:p w14:paraId="75EB32AD" w14:textId="77777777" w:rsidR="0016540B" w:rsidRPr="00A8786A" w:rsidRDefault="0016540B" w:rsidP="0016540B">
      <w:pPr>
        <w:rPr>
          <w:rFonts w:ascii="Calibri" w:hAnsi="Calibri" w:cs="Calibri"/>
          <w:color w:val="FF0000"/>
        </w:rPr>
      </w:pPr>
    </w:p>
    <w:p w14:paraId="5B0405D1" w14:textId="77777777" w:rsidR="003C2B68" w:rsidRPr="00121EE6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A8786A">
        <w:rPr>
          <w:rFonts w:ascii="Calibri" w:eastAsia="Calibri" w:hAnsi="Calibri" w:cs="Calibri"/>
          <w:b/>
        </w:rPr>
        <w:t xml:space="preserve">Programul </w:t>
      </w:r>
      <w:r w:rsidRPr="00121EE6">
        <w:rPr>
          <w:rFonts w:ascii="Calibri" w:eastAsia="Calibri" w:hAnsi="Calibri" w:cs="Calibri"/>
          <w:b/>
        </w:rPr>
        <w:t>Regiunea Centru</w:t>
      </w:r>
    </w:p>
    <w:p w14:paraId="445FFD37" w14:textId="77777777" w:rsidR="004870DE" w:rsidRPr="00121EE6" w:rsidRDefault="004870DE" w:rsidP="004870DE">
      <w:pPr>
        <w:rPr>
          <w:rFonts w:ascii="Calibri" w:hAnsi="Calibri" w:cs="Calibri"/>
          <w:b/>
          <w:lang w:eastAsia="en-US"/>
        </w:rPr>
      </w:pPr>
      <w:r w:rsidRPr="00121EE6">
        <w:rPr>
          <w:rFonts w:ascii="Calibri" w:hAnsi="Calibri" w:cs="Calibri"/>
          <w:b/>
          <w:lang w:eastAsia="en-US"/>
        </w:rPr>
        <w:t>PROIECT &lt;Titlu proiect&gt;</w:t>
      </w:r>
    </w:p>
    <w:p w14:paraId="3181FC1A" w14:textId="77777777" w:rsidR="00AD47D7" w:rsidRPr="00121EE6" w:rsidRDefault="004870DE" w:rsidP="004870DE">
      <w:pPr>
        <w:rPr>
          <w:rFonts w:ascii="Calibri" w:hAnsi="Calibri" w:cs="Calibri"/>
          <w:b/>
          <w:lang w:eastAsia="en-US"/>
        </w:rPr>
      </w:pPr>
      <w:r w:rsidRPr="00121EE6">
        <w:rPr>
          <w:rFonts w:ascii="Calibri" w:hAnsi="Calibri" w:cs="Calibri"/>
          <w:b/>
          <w:lang w:eastAsia="en-US"/>
        </w:rPr>
        <w:t xml:space="preserve">Prioritatea: </w:t>
      </w:r>
      <w:r w:rsidR="00AD47D7" w:rsidRPr="00121EE6">
        <w:rPr>
          <w:rFonts w:cstheme="minorHAnsi"/>
          <w:b/>
        </w:rPr>
        <w:t>3 – O Regiune cu comunitați prietenoase cu mediul</w:t>
      </w:r>
      <w:r w:rsidR="00AD47D7" w:rsidRPr="00121EE6">
        <w:rPr>
          <w:rFonts w:ascii="Calibri" w:hAnsi="Calibri" w:cs="Calibri"/>
          <w:b/>
          <w:lang w:eastAsia="en-US"/>
        </w:rPr>
        <w:t xml:space="preserve"> </w:t>
      </w:r>
    </w:p>
    <w:p w14:paraId="62B1321B" w14:textId="6DD1F84B" w:rsidR="00AD47D7" w:rsidRPr="00121EE6" w:rsidRDefault="004870DE" w:rsidP="004870DE">
      <w:pPr>
        <w:rPr>
          <w:rFonts w:ascii="Calibri" w:hAnsi="Calibri" w:cs="Calibri"/>
          <w:b/>
          <w:lang w:eastAsia="en-US"/>
        </w:rPr>
      </w:pPr>
      <w:r w:rsidRPr="00121EE6">
        <w:rPr>
          <w:rFonts w:ascii="Calibri" w:hAnsi="Calibri" w:cs="Calibri"/>
          <w:b/>
          <w:lang w:eastAsia="en-US"/>
        </w:rPr>
        <w:t xml:space="preserve">Acțiunea: </w:t>
      </w:r>
      <w:r w:rsidR="00A379E4" w:rsidRPr="00121EE6">
        <w:rPr>
          <w:rFonts w:cstheme="minorHAnsi"/>
          <w:b/>
          <w:iCs/>
        </w:rPr>
        <w:t>3.</w:t>
      </w:r>
      <w:r w:rsidR="00CF5C13" w:rsidRPr="00121EE6">
        <w:rPr>
          <w:rFonts w:cstheme="minorHAnsi"/>
          <w:b/>
          <w:iCs/>
        </w:rPr>
        <w:t>4</w:t>
      </w:r>
      <w:r w:rsidR="00A379E4" w:rsidRPr="00121EE6">
        <w:rPr>
          <w:rFonts w:cstheme="minorHAnsi"/>
          <w:b/>
          <w:iCs/>
        </w:rPr>
        <w:t xml:space="preserve"> Investiții în infrastructură verde și albastră în mediul urban regional - </w:t>
      </w:r>
      <w:r w:rsidR="00CF5C13" w:rsidRPr="00121EE6">
        <w:rPr>
          <w:rFonts w:cstheme="minorHAnsi"/>
          <w:b/>
          <w:iCs/>
        </w:rPr>
        <w:t>orașe</w:t>
      </w:r>
    </w:p>
    <w:p w14:paraId="42DC2CA5" w14:textId="77777777" w:rsidR="003C2B68" w:rsidRPr="00121EE6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14:paraId="67EA551F" w14:textId="77777777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14:paraId="13A992EE" w14:textId="77777777" w:rsidR="00E8700E" w:rsidRPr="00121EE6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14:paraId="6B7677E5" w14:textId="77777777" w:rsidR="00E8700E" w:rsidRPr="00121EE6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121EE6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14:paraId="3AE27850" w14:textId="77777777" w:rsidR="009125B1" w:rsidRPr="00121EE6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121EE6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121EE6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14:paraId="1D2E731A" w14:textId="77777777"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121EE6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14:paraId="1A025E5A" w14:textId="77777777"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14:paraId="592AE79F" w14:textId="77777777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14:paraId="23D0697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0D6AE6F4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70E6630C" w14:textId="77777777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E049574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14:paraId="740C4C1E" w14:textId="77777777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B061" w14:textId="77777777"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 w14:paraId="47F5F9FF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7E55E2B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5A64CB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7D9C36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29D913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79908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AA9A69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967CC43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13FA0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6C00FD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D6EBBF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C2D7BE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42847943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 w14:paraId="4D02161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6F2CE01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79CFF7D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6415FBE4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3A6D58F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 w14:paraId="14D59324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FFB7864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D465AB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F11DAEB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B08400F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068E85B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ACD0DE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607A924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 w14:paraId="548B733C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94ADBED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7E3F20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6EC8FC1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F7AE5E1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8D1AA27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E79639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1EEBEB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178663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04D09486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 w14:paraId="0BD4A164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0DE965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3A9A9E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14A616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D87D3F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0EDB3D8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14:paraId="77402D07" w14:textId="77777777"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14:paraId="16D10E5E" w14:textId="77777777"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14:paraId="6D20DC2D" w14:textId="77777777"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14:paraId="71763A87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0AB94C0" w14:textId="77777777"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14:paraId="700F711C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 w14:paraId="70F21CF8" w14:textId="77777777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 w14:paraId="2F216BCD" w14:textId="77777777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FB03065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14:paraId="053D8D81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 w14:paraId="76AD2B8B" w14:textId="777777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56A362D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6C6C7379" w14:textId="77777777"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 w14:paraId="0F204DD3" w14:textId="77777777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796CC17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6556455B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14:paraId="39AFAC9E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 w14:paraId="35CD5BA2" w14:textId="777777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37E0D34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241243B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14:paraId="38179EC3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14:paraId="10FC830A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D326292" w14:textId="77777777"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423BBDD2" w14:textId="77777777"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14:paraId="08EDFB0F" w14:textId="77777777"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 w14:paraId="1F6EACE5" w14:textId="777777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CC512CA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73EB9B0A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14:paraId="30A7C446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14:paraId="30315E0E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 w14:paraId="3CFE6E0D" w14:textId="77777777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134E46C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07D0CB2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14:paraId="09250A00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B73315D" w14:textId="77777777"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14:paraId="2D398FBB" w14:textId="77777777"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44BD5B3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14:paraId="667FAFCF" w14:textId="77777777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C51E28F" w14:textId="77777777"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C6D5A12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A25415F" w14:textId="77777777"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14:paraId="0249DBBE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14:paraId="5681F359" w14:textId="77777777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B888359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23D46F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2C997DC4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77AA112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526185EE" w14:textId="77777777"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25BEB2F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B5A16E2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A2CA768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4E1F2050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B278D9B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57704667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949C81F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E8EF38C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D223B17" w14:textId="77777777"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2541DDAA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AE1836B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87B96B5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8517AE3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8E44E34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998DE69" w14:textId="77777777"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48991A7E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349A1E07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77ECC9C" w14:textId="77777777"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14:paraId="767C3CE2" w14:textId="77777777"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14:paraId="17389D7E" w14:textId="77777777"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1FEBA1F" w14:textId="77777777"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54371ED0" w14:textId="77777777"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14:paraId="61A5EC99" w14:textId="77777777"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14:paraId="35729E06" w14:textId="77777777"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14:paraId="4CED64B1" w14:textId="77777777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CFD4FDB" w14:textId="77777777"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14:paraId="7D019DAE" w14:textId="77777777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CB5F0" w14:textId="77777777"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14:paraId="0F199629" w14:textId="77777777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61C97A6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1F27E83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EEC652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DF20CF2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9E77017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EC3E37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BFA4684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B6FFA37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DED5A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CB7B1C0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E2AE82B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63A262E2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14:paraId="66E87551" w14:textId="77777777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67B85696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5DE9435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7EE989E0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605B5454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14:paraId="0FF72A1B" w14:textId="77777777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ABF0165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CA5423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6AEA904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3AE9CB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CBFAC25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3BC4BD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1816FE11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14:paraId="7BBB94D9" w14:textId="77777777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51D931F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AA1DA1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E38A1D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DA65846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21957017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CF9E32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98CC70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BC52A6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664A5446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14:paraId="08A75434" w14:textId="77777777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C8FDC9E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60F756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A181915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9870F9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D6E39AB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14:paraId="165604C4" w14:textId="77777777"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165DDB1F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0B0B2E" w14:textId="77777777"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14:paraId="3CB8BE00" w14:textId="77777777"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14:paraId="44DFF892" w14:textId="77777777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ABF4ED" w14:textId="77777777"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14:paraId="1C30BC82" w14:textId="77777777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14:paraId="7130BE01" w14:textId="77777777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14:paraId="07C47699" w14:textId="77777777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14:paraId="5F4FD606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14:paraId="14D28DFB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14:paraId="75744A82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14:paraId="6C9D9BF0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95B550A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14:paraId="3ED1AA5C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14:paraId="0FDA2532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C8151EF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14:paraId="5830EE60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14:paraId="7320B998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14:paraId="6835CDB0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497CE232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14:paraId="56FE7A3E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14:paraId="73C74CA1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14:paraId="7BA493CE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3FD3B400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14:paraId="37AD330D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14:paraId="424F456D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14:paraId="0A8C4567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76274B99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14:paraId="5C8C2717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14:paraId="17068BE0" w14:textId="77777777"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14:paraId="4EA244E2" w14:textId="77777777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F61DF4" w14:textId="77777777"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7DE80190" w14:textId="77777777"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4890EF1E" w14:textId="77777777"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7B322AD6" w14:textId="77777777"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14:paraId="318CBB9A" w14:textId="77777777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3976BB" w14:textId="77777777"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14:paraId="7F05CA59" w14:textId="77777777"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14:paraId="201D81A6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4BC8A97" w14:textId="77777777"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14:paraId="08FD25D0" w14:textId="77777777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037906" w14:textId="77777777"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14:paraId="4B46AC1A" w14:textId="77777777"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14541E0" w14:textId="77777777"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0E44BD9D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2A064B7" w14:textId="77777777"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14:paraId="3C37E896" w14:textId="77777777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E2AF0B2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060D380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9EB2A3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57BDAC6E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2A65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5693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279F7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14:paraId="1142212A" w14:textId="77777777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CDE8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14:paraId="7E0B29E2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F13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BF13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416C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6A3DB07B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2AF87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47B3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27D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33E9B143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85A2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7E44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94F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27AC74E0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21AC7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A0A0D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072A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493C702C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6BED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51F90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8C78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14:paraId="0CFB8A3E" w14:textId="77777777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EA81CCE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265D5FE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7CF2BDF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1D2BF24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399C4A97" w14:textId="77777777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28F32EEA" w14:textId="77777777"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B8EE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871971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E7BF22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1714FC36" w14:textId="77777777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BE64CC6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C15D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97F48C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BCE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51D006F0" w14:textId="77777777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1C5FF0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2A993622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52BE75D1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6FBAA6FE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66A556D5" w14:textId="77777777"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0010D41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67BA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DA3D931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08867F35" w14:textId="77777777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4A712B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14:paraId="2ACABD9E" w14:textId="77777777"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0E8C1" w14:textId="77777777" w:rsidR="00D82347" w:rsidRDefault="00D82347">
      <w:r>
        <w:separator/>
      </w:r>
    </w:p>
  </w:endnote>
  <w:endnote w:type="continuationSeparator" w:id="0">
    <w:p w14:paraId="2B711447" w14:textId="77777777"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17463BB7" w14:textId="77777777">
      <w:trPr>
        <w:cantSplit/>
        <w:trHeight w:hRule="exact" w:val="340"/>
        <w:hidden/>
      </w:trPr>
      <w:tc>
        <w:tcPr>
          <w:tcW w:w="9210" w:type="dxa"/>
        </w:tcPr>
        <w:p w14:paraId="611C5719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7C6DA8F4" w14:textId="77777777" w:rsidR="00F12E7F" w:rsidRDefault="0053750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23B40768" wp14:editId="4C8CE112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A34388" wp14:editId="3962AA0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15340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34388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3415340C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208391" wp14:editId="0F6402A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A5E1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208391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0CA5E1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C79F1C" wp14:editId="272FBD1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AFB2F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FC32838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CEAC6C9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C79F1C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763AFB2F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FC32838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CEAC6C9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6D7676AB" wp14:editId="74B3715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F791CD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3A90" w14:textId="77777777" w:rsidR="00072DDE" w:rsidRDefault="0053750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386378A0" wp14:editId="5B175DC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766CD9" wp14:editId="1C3A7F79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F29E8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66CD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08BF29E8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B39191B" wp14:editId="2884D39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3BF06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39191B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C23BF06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B6E75C" wp14:editId="25D6662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7941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35857A5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F273E5D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B6E75C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72D79411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535857A5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F273E5D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2D1A9734" wp14:editId="70276AF9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91411" w14:textId="77777777" w:rsidR="00D82347" w:rsidRDefault="00D82347">
      <w:r>
        <w:separator/>
      </w:r>
    </w:p>
  </w:footnote>
  <w:footnote w:type="continuationSeparator" w:id="0">
    <w:p w14:paraId="3E0FEEE1" w14:textId="77777777"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C274" w14:textId="77777777"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EBDA081" wp14:editId="4BC3703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FBE6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F795210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BDA081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333FBE6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F795210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85500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85500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14:paraId="7238D200" w14:textId="77777777" w:rsidR="002B3BB9" w:rsidRDefault="002B3BB9"/>
  <w:p w14:paraId="08DD3F91" w14:textId="77777777"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049E" w14:textId="77777777"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2310BE59" wp14:editId="546333C6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7CC60BCB" wp14:editId="54BF54EB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4B29A40C" wp14:editId="178730AF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1EE6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00B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379E4"/>
    <w:rsid w:val="00A4712A"/>
    <w:rsid w:val="00A82042"/>
    <w:rsid w:val="00A8786A"/>
    <w:rsid w:val="00A96492"/>
    <w:rsid w:val="00AB1EDA"/>
    <w:rsid w:val="00AD47D7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CF5C13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D3157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6F5FC883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CC1A2-7F64-4E99-9941-25D9380E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15</TotalTime>
  <Pages>4</Pages>
  <Words>434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4006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9</cp:revision>
  <cp:lastPrinted>2022-03-29T08:07:00Z</cp:lastPrinted>
  <dcterms:created xsi:type="dcterms:W3CDTF">2024-01-30T19:18:00Z</dcterms:created>
  <dcterms:modified xsi:type="dcterms:W3CDTF">2024-03-12T12:15:00Z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